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r w:rsidRPr="004A557C">
        <w:t>sektorovou veřejnou zakázku s </w:t>
      </w:r>
      <w:r w:rsidRPr="00E975AF">
        <w:t xml:space="preserve">názvem </w:t>
      </w:r>
      <w:bookmarkStart w:id="0" w:name="_Toc403053768"/>
      <w:r w:rsidRPr="00E975AF">
        <w:rPr>
          <w:b/>
        </w:rPr>
        <w:t>„</w:t>
      </w:r>
      <w:bookmarkEnd w:id="0"/>
      <w:r w:rsidR="00EE7921" w:rsidRPr="00E975AF">
        <w:rPr>
          <w:rStyle w:val="FontStyle37"/>
          <w:rFonts w:asciiTheme="minorHAnsi" w:hAnsiTheme="minorHAnsi"/>
          <w:color w:val="auto"/>
          <w:sz w:val="18"/>
          <w:szCs w:val="18"/>
        </w:rPr>
        <w:t>Kolín ADM – oprava – dopracování projektové dokumentace</w:t>
      </w:r>
      <w:r w:rsidRPr="00E975AF">
        <w:rPr>
          <w:b/>
        </w:rPr>
        <w:t>“</w:t>
      </w:r>
      <w:r w:rsidRPr="00E975AF">
        <w:t xml:space="preserve">, </w:t>
      </w:r>
      <w:proofErr w:type="gramStart"/>
      <w:r w:rsidRPr="00E975AF">
        <w:t>č.j.</w:t>
      </w:r>
      <w:proofErr w:type="gramEnd"/>
      <w:r w:rsidRPr="00E975AF">
        <w:t xml:space="preserve"> </w:t>
      </w:r>
      <w:r w:rsidR="004A557C" w:rsidRPr="00E975AF">
        <w:t>3</w:t>
      </w:r>
      <w:r w:rsidR="002E19B2">
        <w:t>8943</w:t>
      </w:r>
      <w:bookmarkStart w:id="1" w:name="_GoBack"/>
      <w:bookmarkEnd w:id="1"/>
      <w:r w:rsidRPr="00E975AF">
        <w:t>/</w:t>
      </w:r>
      <w:r w:rsidRPr="004A557C">
        <w:t>20</w:t>
      </w:r>
      <w:r w:rsidR="003B0398" w:rsidRPr="004A557C">
        <w:t>20</w:t>
      </w:r>
      <w:r w:rsidRPr="004A557C">
        <w:t xml:space="preserve">-SŽ-OŘ PHA-OVZ tímto </w:t>
      </w:r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A92" w:rsidRDefault="006E0A92" w:rsidP="00962258">
      <w:pPr>
        <w:spacing w:after="0" w:line="240" w:lineRule="auto"/>
      </w:pPr>
      <w:r>
        <w:separator/>
      </w:r>
    </w:p>
  </w:endnote>
  <w:endnote w:type="continuationSeparator" w:id="0">
    <w:p w:rsidR="006E0A92" w:rsidRDefault="006E0A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DDB7D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728C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9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9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77D2A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FC76F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A92" w:rsidRDefault="006E0A92" w:rsidP="00962258">
      <w:pPr>
        <w:spacing w:after="0" w:line="240" w:lineRule="auto"/>
      </w:pPr>
      <w:r>
        <w:separator/>
      </w:r>
    </w:p>
  </w:footnote>
  <w:footnote w:type="continuationSeparator" w:id="0">
    <w:p w:rsidR="006E0A92" w:rsidRDefault="006E0A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19B2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A557C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0A92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287A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975AF"/>
    <w:rsid w:val="00EB104F"/>
    <w:rsid w:val="00EC151A"/>
    <w:rsid w:val="00ED14BD"/>
    <w:rsid w:val="00EE79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1A0C81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EE792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1D82C7-1639-4EB7-8652-5EF147C9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5</cp:revision>
  <cp:lastPrinted>2017-11-28T17:18:00Z</cp:lastPrinted>
  <dcterms:created xsi:type="dcterms:W3CDTF">2020-10-08T08:12:00Z</dcterms:created>
  <dcterms:modified xsi:type="dcterms:W3CDTF">2020-10-25T16:47:00Z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